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96CE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52A7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E89A86" w14:textId="38AFB2D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624EB">
        <w:rPr>
          <w:rFonts w:ascii="Corbel" w:hAnsi="Corbel"/>
          <w:i/>
          <w:smallCaps/>
          <w:sz w:val="24"/>
          <w:szCs w:val="24"/>
        </w:rPr>
        <w:t>2022-2027</w:t>
      </w:r>
    </w:p>
    <w:p w14:paraId="387CDBF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90EC7E1" w14:textId="68CD272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F0585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7E1C9D">
        <w:rPr>
          <w:rFonts w:ascii="Corbel" w:hAnsi="Corbel"/>
          <w:sz w:val="20"/>
          <w:szCs w:val="20"/>
        </w:rPr>
        <w:t>2026</w:t>
      </w:r>
      <w:r w:rsidR="009624EB">
        <w:rPr>
          <w:rFonts w:ascii="Corbel" w:hAnsi="Corbel"/>
          <w:sz w:val="20"/>
          <w:szCs w:val="20"/>
        </w:rPr>
        <w:t>/2027</w:t>
      </w:r>
    </w:p>
    <w:p w14:paraId="3716CA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7569D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984750" w14:textId="77777777" w:rsidTr="00B819C8">
        <w:tc>
          <w:tcPr>
            <w:tcW w:w="2694" w:type="dxa"/>
            <w:vAlign w:val="center"/>
          </w:tcPr>
          <w:p w14:paraId="3369CC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E18AD7" w14:textId="77777777" w:rsidR="0085747A" w:rsidRPr="00EC5548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C5548">
              <w:rPr>
                <w:rFonts w:ascii="Corbel" w:hAnsi="Corbel"/>
                <w:sz w:val="24"/>
                <w:szCs w:val="24"/>
              </w:rPr>
              <w:t>Panel pism procesowych – Prawo rodzinne</w:t>
            </w:r>
          </w:p>
        </w:tc>
      </w:tr>
      <w:tr w:rsidR="0085747A" w:rsidRPr="009C54AE" w14:paraId="74E6608E" w14:textId="77777777" w:rsidTr="00B819C8">
        <w:tc>
          <w:tcPr>
            <w:tcW w:w="2694" w:type="dxa"/>
            <w:vAlign w:val="center"/>
          </w:tcPr>
          <w:p w14:paraId="33F4AB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585CA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E99B7F" w14:textId="77777777" w:rsidTr="00B819C8">
        <w:tc>
          <w:tcPr>
            <w:tcW w:w="2694" w:type="dxa"/>
            <w:vAlign w:val="center"/>
          </w:tcPr>
          <w:p w14:paraId="4513202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C50F53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7E51EC" w14:textId="77777777" w:rsidTr="00B819C8">
        <w:tc>
          <w:tcPr>
            <w:tcW w:w="2694" w:type="dxa"/>
            <w:vAlign w:val="center"/>
          </w:tcPr>
          <w:p w14:paraId="07FF47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0912D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69EF5801" w14:textId="77777777" w:rsidTr="00B819C8">
        <w:tc>
          <w:tcPr>
            <w:tcW w:w="2694" w:type="dxa"/>
            <w:vAlign w:val="center"/>
          </w:tcPr>
          <w:p w14:paraId="5D19BE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9FA0F9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02166432" w14:textId="77777777" w:rsidTr="00B819C8">
        <w:tc>
          <w:tcPr>
            <w:tcW w:w="2694" w:type="dxa"/>
            <w:vAlign w:val="center"/>
          </w:tcPr>
          <w:p w14:paraId="1E101F9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99B089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0426E6D5" w14:textId="77777777" w:rsidTr="00B819C8">
        <w:tc>
          <w:tcPr>
            <w:tcW w:w="2694" w:type="dxa"/>
            <w:vAlign w:val="center"/>
          </w:tcPr>
          <w:p w14:paraId="300E7F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8411E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16057F1" w14:textId="77777777" w:rsidTr="00B819C8">
        <w:tc>
          <w:tcPr>
            <w:tcW w:w="2694" w:type="dxa"/>
            <w:vAlign w:val="center"/>
          </w:tcPr>
          <w:p w14:paraId="63721F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1EB707" w14:textId="77777777" w:rsidR="0085747A" w:rsidRPr="009C54AE" w:rsidRDefault="00A839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72A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5A38F7" w14:textId="77777777" w:rsidTr="00B819C8">
        <w:tc>
          <w:tcPr>
            <w:tcW w:w="2694" w:type="dxa"/>
            <w:vAlign w:val="center"/>
          </w:tcPr>
          <w:p w14:paraId="581A8E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DC3E99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5/10</w:t>
            </w:r>
          </w:p>
        </w:tc>
      </w:tr>
      <w:tr w:rsidR="0085747A" w:rsidRPr="009C54AE" w14:paraId="690F975A" w14:textId="77777777" w:rsidTr="00B819C8">
        <w:tc>
          <w:tcPr>
            <w:tcW w:w="2694" w:type="dxa"/>
            <w:vAlign w:val="center"/>
          </w:tcPr>
          <w:p w14:paraId="01483D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12685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09CB6E5" w14:textId="77777777" w:rsidTr="00B819C8">
        <w:tc>
          <w:tcPr>
            <w:tcW w:w="2694" w:type="dxa"/>
            <w:vAlign w:val="center"/>
          </w:tcPr>
          <w:p w14:paraId="162E579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E364BF" w14:textId="77777777" w:rsidR="00923D7D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624EB" w14:paraId="718B314E" w14:textId="77777777" w:rsidTr="00B819C8">
        <w:tc>
          <w:tcPr>
            <w:tcW w:w="2694" w:type="dxa"/>
            <w:vAlign w:val="center"/>
          </w:tcPr>
          <w:p w14:paraId="27216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C43DFF" w14:textId="77777777" w:rsidR="0085747A" w:rsidRPr="00EC5548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EC5548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EC554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Roman </w:t>
            </w:r>
            <w:proofErr w:type="spellStart"/>
            <w:r w:rsidRPr="00EC5548">
              <w:rPr>
                <w:rFonts w:ascii="Corbel" w:hAnsi="Corbel"/>
                <w:b w:val="0"/>
                <w:sz w:val="24"/>
                <w:szCs w:val="24"/>
                <w:lang w:val="en-GB"/>
              </w:rPr>
              <w:t>Uliasz</w:t>
            </w:r>
            <w:proofErr w:type="spellEnd"/>
            <w:r w:rsidRPr="00EC5548"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="0085747A" w:rsidRPr="009C54AE" w14:paraId="02DF64C2" w14:textId="77777777" w:rsidTr="00B819C8">
        <w:tc>
          <w:tcPr>
            <w:tcW w:w="2694" w:type="dxa"/>
            <w:vAlign w:val="center"/>
          </w:tcPr>
          <w:p w14:paraId="03EF7D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9EA9A9" w14:textId="77777777"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p w14:paraId="4F2907F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42396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4BE2B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44A5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38CA4BD" w14:textId="77777777" w:rsidTr="007E1C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BE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5A0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F2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B9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0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06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A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9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7E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AB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0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261CA3" w14:textId="77777777" w:rsidTr="007E1C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B7F5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0E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09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46FC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0F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60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43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76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7F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44FB" w14:textId="77777777"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A608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9B3F5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DA7E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2717FA" w14:textId="77777777"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CFC27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631C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55B83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885C8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51DB38" w14:textId="77777777"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3C53AD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3C0C10" w14:textId="6572DFC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00A7D3" w14:textId="77777777" w:rsidR="007E1C9D" w:rsidRPr="009C54AE" w:rsidRDefault="007E1C9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F46B9E" w14:textId="77777777" w:rsidTr="00745302">
        <w:tc>
          <w:tcPr>
            <w:tcW w:w="9670" w:type="dxa"/>
          </w:tcPr>
          <w:p w14:paraId="27A7AB2A" w14:textId="77777777"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rodzinnego</w:t>
            </w:r>
          </w:p>
          <w:p w14:paraId="45E66D1A" w14:textId="2C521EC3" w:rsidR="0085747A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</w:t>
            </w:r>
          </w:p>
        </w:tc>
      </w:tr>
    </w:tbl>
    <w:p w14:paraId="42D158D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97AF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FFD15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0ECEA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91A7A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87628E9" w14:textId="77777777" w:rsidTr="00923D7D">
        <w:tc>
          <w:tcPr>
            <w:tcW w:w="851" w:type="dxa"/>
            <w:vAlign w:val="center"/>
          </w:tcPr>
          <w:p w14:paraId="37CE73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ED8F7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prawa rodzinnego</w:t>
            </w:r>
          </w:p>
        </w:tc>
      </w:tr>
      <w:tr w:rsidR="0085747A" w:rsidRPr="009C54AE" w14:paraId="05023E9B" w14:textId="77777777" w:rsidTr="00923D7D">
        <w:tc>
          <w:tcPr>
            <w:tcW w:w="851" w:type="dxa"/>
            <w:vAlign w:val="center"/>
          </w:tcPr>
          <w:p w14:paraId="180C60CB" w14:textId="77777777"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E9FFAC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14:paraId="4572A772" w14:textId="77777777" w:rsidTr="00923D7D">
        <w:tc>
          <w:tcPr>
            <w:tcW w:w="851" w:type="dxa"/>
            <w:vAlign w:val="center"/>
          </w:tcPr>
          <w:p w14:paraId="422880F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6E8A0EF" w14:textId="77777777"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pisania pism procesowych z zakresu prawa rodzinnego</w:t>
            </w:r>
          </w:p>
        </w:tc>
      </w:tr>
    </w:tbl>
    <w:p w14:paraId="5A8EAA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24C5B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3C2C19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91DC991" w14:textId="77777777" w:rsidTr="0071620A">
        <w:tc>
          <w:tcPr>
            <w:tcW w:w="1701" w:type="dxa"/>
            <w:vAlign w:val="center"/>
          </w:tcPr>
          <w:p w14:paraId="718AC2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3439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EC2A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14:paraId="3724D880" w14:textId="77777777" w:rsidTr="005E6E85">
        <w:tc>
          <w:tcPr>
            <w:tcW w:w="1701" w:type="dxa"/>
          </w:tcPr>
          <w:p w14:paraId="46CAA43B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14:paraId="670B5322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4DEF249B" w14:textId="77777777">
              <w:trPr>
                <w:trHeight w:val="1145"/>
              </w:trPr>
              <w:tc>
                <w:tcPr>
                  <w:tcW w:w="0" w:type="auto"/>
                </w:tcPr>
                <w:p w14:paraId="3881282D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prawa rodzinnego.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A5C3B7A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F62AA1C" w14:textId="77777777"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14:paraId="43EB3501" w14:textId="77777777" w:rsidTr="005E6E85">
        <w:tc>
          <w:tcPr>
            <w:tcW w:w="1701" w:type="dxa"/>
          </w:tcPr>
          <w:p w14:paraId="1B9288B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14:paraId="5F944CCB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5950500D" w14:textId="77777777">
              <w:trPr>
                <w:trHeight w:val="120"/>
              </w:trPr>
              <w:tc>
                <w:tcPr>
                  <w:tcW w:w="0" w:type="auto"/>
                </w:tcPr>
                <w:p w14:paraId="5752DFF0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rodzinnego.</w:t>
                  </w:r>
                </w:p>
                <w:p w14:paraId="2165CC03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91BEF1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FAF520B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14:paraId="4BD81816" w14:textId="77777777" w:rsidTr="005E6E85">
        <w:tc>
          <w:tcPr>
            <w:tcW w:w="1701" w:type="dxa"/>
          </w:tcPr>
          <w:p w14:paraId="315D4C5E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14:paraId="6347864B" w14:textId="77777777"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 w14:paraId="6ECFD021" w14:textId="77777777">
              <w:trPr>
                <w:trHeight w:val="412"/>
              </w:trPr>
              <w:tc>
                <w:tcPr>
                  <w:tcW w:w="0" w:type="auto"/>
                </w:tcPr>
                <w:p w14:paraId="49F7C469" w14:textId="77777777"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rodzinnych.</w:t>
                  </w:r>
                </w:p>
                <w:p w14:paraId="4136CFD4" w14:textId="77777777"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570733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6007D6A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14:paraId="6C2B2298" w14:textId="77777777" w:rsidTr="005E6E85">
        <w:tc>
          <w:tcPr>
            <w:tcW w:w="1701" w:type="dxa"/>
          </w:tcPr>
          <w:p w14:paraId="3C20CFE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14:paraId="51D45E1B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5B2B0A73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1D3CB30C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CADA1F6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14:paraId="3A2ADB01" w14:textId="77777777" w:rsidTr="005E6E85">
        <w:tc>
          <w:tcPr>
            <w:tcW w:w="1701" w:type="dxa"/>
          </w:tcPr>
          <w:p w14:paraId="4DDB2551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14:paraId="6B337741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14:paraId="3072E8D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35BF74B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14:paraId="31C5B53D" w14:textId="77777777" w:rsidTr="005E6E85">
        <w:tc>
          <w:tcPr>
            <w:tcW w:w="1701" w:type="dxa"/>
          </w:tcPr>
          <w:p w14:paraId="1920784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14:paraId="0DB2F724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>, w tym prawa rodzinnego.</w:t>
            </w:r>
          </w:p>
          <w:p w14:paraId="25BFCE29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A54C992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14:paraId="6A6BFF48" w14:textId="77777777" w:rsidTr="005E6E85">
        <w:tc>
          <w:tcPr>
            <w:tcW w:w="1701" w:type="dxa"/>
          </w:tcPr>
          <w:p w14:paraId="08C6BEC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Ek_07</w:t>
            </w:r>
          </w:p>
        </w:tc>
        <w:tc>
          <w:tcPr>
            <w:tcW w:w="6096" w:type="dxa"/>
          </w:tcPr>
          <w:p w14:paraId="4B91950F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14:paraId="2B104634" w14:textId="77777777"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lastRenderedPageBreak/>
              <w:t>Zna i rozumie metody badawcze i narzędzia opisu, w tym techniki pozyskiwania danych właściwe dla nauk 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rodzinnego.</w:t>
            </w:r>
          </w:p>
          <w:p w14:paraId="2A6205FE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14:paraId="0D8CB798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lastRenderedPageBreak/>
              <w:t xml:space="preserve">K_U12 </w:t>
            </w:r>
          </w:p>
        </w:tc>
      </w:tr>
      <w:tr w:rsidR="001C44B9" w:rsidRPr="009C54AE" w14:paraId="0FDA96D2" w14:textId="77777777" w:rsidTr="005E6E85">
        <w:tc>
          <w:tcPr>
            <w:tcW w:w="1701" w:type="dxa"/>
          </w:tcPr>
          <w:p w14:paraId="4C2D6EC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14:paraId="05FFD1A4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14:paraId="421A320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1FE3241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14:paraId="2B03B5E2" w14:textId="77777777" w:rsidTr="005E6E85">
        <w:tc>
          <w:tcPr>
            <w:tcW w:w="1701" w:type="dxa"/>
          </w:tcPr>
          <w:p w14:paraId="4FD8BA67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14:paraId="4873D02B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rodzinnych.</w:t>
            </w:r>
          </w:p>
          <w:p w14:paraId="1E05D7CB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13435E0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14:paraId="62275EB9" w14:textId="77777777" w:rsidTr="005E6E85">
        <w:tc>
          <w:tcPr>
            <w:tcW w:w="1701" w:type="dxa"/>
          </w:tcPr>
          <w:p w14:paraId="48655AF8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14:paraId="735FBAF3" w14:textId="77777777"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>w zakresie prawa rodzinnego.</w:t>
            </w:r>
          </w:p>
          <w:p w14:paraId="3A93FAD5" w14:textId="77777777"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A0A8F46" w14:textId="77777777"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14:paraId="1B69C7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14B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A381E4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14:paraId="05EF5FC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FB4328" w14:textId="77777777" w:rsidTr="00923D7D">
        <w:tc>
          <w:tcPr>
            <w:tcW w:w="9639" w:type="dxa"/>
          </w:tcPr>
          <w:p w14:paraId="4B39BC5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778C0A0" w14:textId="77777777" w:rsidTr="00923D7D">
        <w:tc>
          <w:tcPr>
            <w:tcW w:w="9639" w:type="dxa"/>
          </w:tcPr>
          <w:p w14:paraId="424BF813" w14:textId="77777777"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14:paraId="25B1F707" w14:textId="77777777" w:rsidTr="00923D7D">
        <w:tc>
          <w:tcPr>
            <w:tcW w:w="9639" w:type="dxa"/>
          </w:tcPr>
          <w:p w14:paraId="6E82A99E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rozwód w oparciu o dyskusję</w:t>
            </w:r>
          </w:p>
        </w:tc>
      </w:tr>
      <w:tr w:rsidR="00C10360" w:rsidRPr="009C54AE" w14:paraId="441181E5" w14:textId="77777777" w:rsidTr="00923D7D">
        <w:tc>
          <w:tcPr>
            <w:tcW w:w="9639" w:type="dxa"/>
          </w:tcPr>
          <w:p w14:paraId="375E9F4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podział majątku wspólnego w oparciu o dyskusję</w:t>
            </w:r>
          </w:p>
        </w:tc>
      </w:tr>
      <w:tr w:rsidR="00C10360" w:rsidRPr="009C54AE" w14:paraId="18882CD7" w14:textId="77777777" w:rsidTr="00923D7D">
        <w:tc>
          <w:tcPr>
            <w:tcW w:w="9639" w:type="dxa"/>
          </w:tcPr>
          <w:p w14:paraId="6EB107E1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ustalenie ojcostwa w oparciu o dyskusję</w:t>
            </w:r>
          </w:p>
        </w:tc>
      </w:tr>
      <w:tr w:rsidR="00C10360" w:rsidRPr="009C54AE" w14:paraId="45E8035A" w14:textId="77777777" w:rsidTr="00923D7D">
        <w:tc>
          <w:tcPr>
            <w:tcW w:w="9639" w:type="dxa"/>
          </w:tcPr>
          <w:p w14:paraId="3B2CEF60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zaprzeczenie ojcostwa w oparciu o dyskusję</w:t>
            </w:r>
          </w:p>
        </w:tc>
      </w:tr>
      <w:tr w:rsidR="00C10360" w:rsidRPr="009C54AE" w14:paraId="67A1D0B7" w14:textId="77777777" w:rsidTr="00923D7D">
        <w:tc>
          <w:tcPr>
            <w:tcW w:w="9639" w:type="dxa"/>
          </w:tcPr>
          <w:p w14:paraId="70D5667D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ograniczenie władzy rodzicielskiej  </w:t>
            </w:r>
          </w:p>
          <w:p w14:paraId="45C9BE99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35F467A2" w14:textId="77777777" w:rsidTr="00923D7D">
        <w:tc>
          <w:tcPr>
            <w:tcW w:w="9639" w:type="dxa"/>
          </w:tcPr>
          <w:p w14:paraId="45D0F437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wniosek o pozbawienie władzy rodzicielskiej </w:t>
            </w:r>
          </w:p>
          <w:p w14:paraId="7C35C5DB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3151D3A0" w14:textId="77777777" w:rsidTr="00923D7D">
        <w:tc>
          <w:tcPr>
            <w:tcW w:w="9639" w:type="dxa"/>
          </w:tcPr>
          <w:p w14:paraId="7C387C1A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ustalenie kontaktów z dzieckiem oraz wniosku </w:t>
            </w:r>
          </w:p>
          <w:p w14:paraId="1DFDF1E0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zagrożenie nakazaniem zapłaty sumy pieniężnej za niewykonanie obowiązków </w:t>
            </w:r>
          </w:p>
          <w:p w14:paraId="3234DEBD" w14:textId="77777777" w:rsidR="00C10360" w:rsidRPr="00E73581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wynikających z orzeczenia w przedmiocie kontaktów z dzieckiem w oparciu o dyskusję</w:t>
            </w:r>
          </w:p>
        </w:tc>
      </w:tr>
      <w:tr w:rsidR="00C10360" w:rsidRPr="009C54AE" w14:paraId="7B1B87BB" w14:textId="77777777" w:rsidTr="00923D7D">
        <w:tc>
          <w:tcPr>
            <w:tcW w:w="9639" w:type="dxa"/>
          </w:tcPr>
          <w:p w14:paraId="2B30683C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przysposobienie w oparciu o dyskusję</w:t>
            </w:r>
          </w:p>
        </w:tc>
      </w:tr>
      <w:tr w:rsidR="00C10360" w:rsidRPr="009C54AE" w14:paraId="433F47CF" w14:textId="77777777" w:rsidTr="00923D7D">
        <w:tc>
          <w:tcPr>
            <w:tcW w:w="9639" w:type="dxa"/>
          </w:tcPr>
          <w:p w14:paraId="6A330B24" w14:textId="77777777"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pozwu o alimenty w oparciu o dyskusję</w:t>
            </w:r>
          </w:p>
        </w:tc>
      </w:tr>
      <w:tr w:rsidR="00C10360" w:rsidRPr="009C54AE" w14:paraId="4ED36408" w14:textId="77777777" w:rsidTr="00923D7D">
        <w:tc>
          <w:tcPr>
            <w:tcW w:w="9639" w:type="dxa"/>
          </w:tcPr>
          <w:p w14:paraId="6DB2A0F8" w14:textId="77777777" w:rsid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 wniosku o ustanowienie adwokata lub radcy prawnego</w:t>
            </w:r>
          </w:p>
          <w:p w14:paraId="78D642F3" w14:textId="77777777" w:rsidR="00C10360" w:rsidRPr="00A45A81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14:paraId="141EA4FA" w14:textId="77777777" w:rsidTr="00923D7D">
        <w:tc>
          <w:tcPr>
            <w:tcW w:w="9639" w:type="dxa"/>
          </w:tcPr>
          <w:p w14:paraId="1EB15535" w14:textId="77777777"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majątkowej małżeńskiej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38BE181B" w14:textId="77777777" w:rsidTr="00923D7D">
        <w:tc>
          <w:tcPr>
            <w:tcW w:w="9639" w:type="dxa"/>
          </w:tcPr>
          <w:p w14:paraId="76ABD2AC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>apelacji w sprawie rozwodowej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E73581" w:rsidRPr="009C54AE" w14:paraId="130CE70C" w14:textId="77777777" w:rsidTr="00923D7D">
        <w:tc>
          <w:tcPr>
            <w:tcW w:w="9639" w:type="dxa"/>
          </w:tcPr>
          <w:p w14:paraId="6FAF94F4" w14:textId="77777777" w:rsidR="00C10360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w sprawie o zaprzeczenie ojcostwa </w:t>
            </w:r>
          </w:p>
          <w:p w14:paraId="3DF249FB" w14:textId="77777777"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14:paraId="6A8D0A32" w14:textId="77777777" w:rsidTr="00923D7D">
        <w:tc>
          <w:tcPr>
            <w:tcW w:w="9639" w:type="dxa"/>
          </w:tcPr>
          <w:p w14:paraId="7108680F" w14:textId="77777777"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 temat aktualnych propozycji zmian prawa rodzinnego i prawa procesowego z perspektywy praktyki pisania pism procesowych</w:t>
            </w:r>
          </w:p>
        </w:tc>
      </w:tr>
    </w:tbl>
    <w:p w14:paraId="3FCD1F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2BCA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F6EAA6" w14:textId="77777777"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14:paraId="7C2603AE" w14:textId="77777777" w:rsidR="007E1C9D" w:rsidRDefault="007E1C9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4A9CA" w14:textId="4B32EFCA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4268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BB3F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880EA6" w14:textId="77777777"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14:paraId="0D49633B" w14:textId="77777777" w:rsidTr="00E439BC">
        <w:tc>
          <w:tcPr>
            <w:tcW w:w="1695" w:type="dxa"/>
            <w:vAlign w:val="center"/>
          </w:tcPr>
          <w:p w14:paraId="58A6AE80" w14:textId="77777777"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14:paraId="0D81472F" w14:textId="780E3A21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E1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3949205" w14:textId="77777777"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14:paraId="65B28947" w14:textId="77777777"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14:paraId="37B24C07" w14:textId="77777777" w:rsidTr="00E439BC">
        <w:tc>
          <w:tcPr>
            <w:tcW w:w="1695" w:type="dxa"/>
          </w:tcPr>
          <w:p w14:paraId="53707A44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14:paraId="1D0F6683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14:paraId="0B80D879" w14:textId="77777777" w:rsidTr="00321C3A">
              <w:trPr>
                <w:trHeight w:val="1145"/>
              </w:trPr>
              <w:tc>
                <w:tcPr>
                  <w:tcW w:w="0" w:type="auto"/>
                </w:tcPr>
                <w:p w14:paraId="72DC60F7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68FD4D6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58906CF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2FF06A5D" w14:textId="77777777" w:rsidTr="00E439BC">
        <w:tc>
          <w:tcPr>
            <w:tcW w:w="1695" w:type="dxa"/>
          </w:tcPr>
          <w:p w14:paraId="4E1B76C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14:paraId="0EA82F52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201CC883" w14:textId="77777777" w:rsidTr="00321C3A">
              <w:trPr>
                <w:trHeight w:val="120"/>
              </w:trPr>
              <w:tc>
                <w:tcPr>
                  <w:tcW w:w="0" w:type="auto"/>
                </w:tcPr>
                <w:p w14:paraId="652C28C4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6A24C815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0B451F3D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75CC0BD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7FC4719B" w14:textId="77777777" w:rsidTr="00E439BC">
        <w:tc>
          <w:tcPr>
            <w:tcW w:w="1695" w:type="dxa"/>
          </w:tcPr>
          <w:p w14:paraId="352D5178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14:paraId="269B40B6" w14:textId="77777777"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14:paraId="0CBE0B1C" w14:textId="77777777" w:rsidTr="00321C3A">
              <w:trPr>
                <w:trHeight w:val="412"/>
              </w:trPr>
              <w:tc>
                <w:tcPr>
                  <w:tcW w:w="0" w:type="auto"/>
                </w:tcPr>
                <w:p w14:paraId="2D0E50F9" w14:textId="77777777"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14:paraId="1945258B" w14:textId="77777777"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1BCDAD4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14:paraId="7523F6E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FDF79D6" w14:textId="77777777" w:rsidTr="00E439BC">
        <w:tc>
          <w:tcPr>
            <w:tcW w:w="1695" w:type="dxa"/>
          </w:tcPr>
          <w:p w14:paraId="2E47383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14:paraId="7D44D8B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53AE7E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19331ABC" w14:textId="77777777" w:rsidTr="00E439BC">
        <w:tc>
          <w:tcPr>
            <w:tcW w:w="1695" w:type="dxa"/>
          </w:tcPr>
          <w:p w14:paraId="4B51D651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14:paraId="1D97B78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06837D7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48120A2A" w14:textId="77777777" w:rsidTr="00E439BC">
        <w:tc>
          <w:tcPr>
            <w:tcW w:w="1695" w:type="dxa"/>
          </w:tcPr>
          <w:p w14:paraId="589559C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14:paraId="74A27CC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189931A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2AFC234B" w14:textId="77777777" w:rsidTr="00E439BC">
        <w:tc>
          <w:tcPr>
            <w:tcW w:w="1695" w:type="dxa"/>
          </w:tcPr>
          <w:p w14:paraId="771CBFD3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14:paraId="24F8084D" w14:textId="77777777"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A63352F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65B2F6D2" w14:textId="77777777" w:rsidTr="00E439BC">
        <w:tc>
          <w:tcPr>
            <w:tcW w:w="1695" w:type="dxa"/>
          </w:tcPr>
          <w:p w14:paraId="25E2B835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14:paraId="05C1996E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6F27D21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14:paraId="6642A1AA" w14:textId="77777777" w:rsidTr="00E439BC">
        <w:tc>
          <w:tcPr>
            <w:tcW w:w="1695" w:type="dxa"/>
          </w:tcPr>
          <w:p w14:paraId="1DB3C0EA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14:paraId="13FC96B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5C2DDB4B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14:paraId="443F1DE3" w14:textId="77777777" w:rsidTr="00E439BC">
        <w:tc>
          <w:tcPr>
            <w:tcW w:w="1695" w:type="dxa"/>
          </w:tcPr>
          <w:p w14:paraId="2540D34C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14:paraId="42F6CA99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14:paraId="10C72E12" w14:textId="77777777"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46A73E4" w14:textId="77777777"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CD748" w14:textId="77777777"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AADBBD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6866549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FDF526E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F78D981" w14:textId="77777777" w:rsidR="007E1C9D" w:rsidRDefault="007E1C9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0BBCC0" w14:textId="056A061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454D23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5345A84" w14:textId="77777777" w:rsidTr="00923D7D">
        <w:tc>
          <w:tcPr>
            <w:tcW w:w="9670" w:type="dxa"/>
          </w:tcPr>
          <w:p w14:paraId="33D533E3" w14:textId="6A3CFD55" w:rsidR="0085747A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</w:tbl>
    <w:p w14:paraId="148145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91C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B508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E1D1691" w14:textId="77777777" w:rsidTr="003E1941">
        <w:tc>
          <w:tcPr>
            <w:tcW w:w="4962" w:type="dxa"/>
            <w:vAlign w:val="center"/>
          </w:tcPr>
          <w:p w14:paraId="6B2440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163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E3EE0" w14:textId="77777777" w:rsidTr="00923D7D">
        <w:tc>
          <w:tcPr>
            <w:tcW w:w="4962" w:type="dxa"/>
          </w:tcPr>
          <w:p w14:paraId="1CF793A4" w14:textId="6456BD1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E1C9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E7C1AF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BDC9932" w14:textId="77777777" w:rsidTr="00923D7D">
        <w:tc>
          <w:tcPr>
            <w:tcW w:w="4962" w:type="dxa"/>
          </w:tcPr>
          <w:p w14:paraId="75BEEB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52A7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DD74F4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5706BE1" w14:textId="77777777" w:rsidTr="00923D7D">
        <w:tc>
          <w:tcPr>
            <w:tcW w:w="4962" w:type="dxa"/>
          </w:tcPr>
          <w:p w14:paraId="48EDE3D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4B60D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CDE900" w14:textId="77777777"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61444A71" w14:textId="77777777" w:rsidTr="00923D7D">
        <w:tc>
          <w:tcPr>
            <w:tcW w:w="4962" w:type="dxa"/>
          </w:tcPr>
          <w:p w14:paraId="74E790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9F386B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1942C5A1" w14:textId="77777777" w:rsidTr="00923D7D">
        <w:tc>
          <w:tcPr>
            <w:tcW w:w="4962" w:type="dxa"/>
          </w:tcPr>
          <w:p w14:paraId="13E8CEB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4EC0AE" w14:textId="77777777"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1A472F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DBB1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2A875C" w14:textId="7E11093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="007E1C9D">
        <w:rPr>
          <w:rFonts w:ascii="Corbel" w:hAnsi="Corbel"/>
          <w:smallCaps w:val="0"/>
          <w:szCs w:val="24"/>
        </w:rPr>
        <w:t xml:space="preserve"> </w:t>
      </w:r>
    </w:p>
    <w:p w14:paraId="7197C2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6AB0FE" w14:textId="77777777" w:rsidTr="0071620A">
        <w:trPr>
          <w:trHeight w:val="397"/>
        </w:trPr>
        <w:tc>
          <w:tcPr>
            <w:tcW w:w="3544" w:type="dxa"/>
          </w:tcPr>
          <w:p w14:paraId="6607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47B154" w14:textId="7EE8D2BA" w:rsidR="0085747A" w:rsidRPr="009C54AE" w:rsidRDefault="007E1C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50354EC" w14:textId="77777777" w:rsidTr="0071620A">
        <w:trPr>
          <w:trHeight w:val="397"/>
        </w:trPr>
        <w:tc>
          <w:tcPr>
            <w:tcW w:w="3544" w:type="dxa"/>
          </w:tcPr>
          <w:p w14:paraId="6314D3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F2285D" w14:textId="68897BCA" w:rsidR="0085747A" w:rsidRPr="009C54AE" w:rsidRDefault="007E1C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BDDB3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2CF6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009C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37035FD" w14:textId="77777777" w:rsidTr="0071620A">
        <w:trPr>
          <w:trHeight w:val="397"/>
        </w:trPr>
        <w:tc>
          <w:tcPr>
            <w:tcW w:w="7513" w:type="dxa"/>
          </w:tcPr>
          <w:p w14:paraId="0589366F" w14:textId="7D5ED23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1C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B28B86" w14:textId="77777777" w:rsidR="007E1C9D" w:rsidRPr="007E1C9D" w:rsidRDefault="007E1C9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BFA06FA" w14:textId="77777777"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J.M. Łukasiewicz,</w:t>
            </w:r>
            <w:r w:rsidR="00E97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Łukasiewicz,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14:paraId="41EAB00A" w14:textId="77777777" w:rsidR="00E57EDB" w:rsidRPr="009C54AE" w:rsidRDefault="00527ECC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Haak-Trzuskawska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rodzinnych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</w:tc>
      </w:tr>
      <w:tr w:rsidR="0085747A" w:rsidRPr="009C54AE" w14:paraId="04D53D8C" w14:textId="77777777" w:rsidTr="0071620A">
        <w:trPr>
          <w:trHeight w:val="397"/>
        </w:trPr>
        <w:tc>
          <w:tcPr>
            <w:tcW w:w="7513" w:type="dxa"/>
          </w:tcPr>
          <w:p w14:paraId="62D41A40" w14:textId="119F78E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1C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DEE4555" w14:textId="77777777" w:rsidR="007E1C9D" w:rsidRPr="007E1C9D" w:rsidRDefault="007E1C9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E00064D" w14:textId="77777777" w:rsid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proofErr w:type="spellStart"/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Osajda</w:t>
            </w:r>
            <w:proofErr w:type="spellEnd"/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61FEBE3E" w14:textId="77777777" w:rsidR="00527ECC" w:rsidRPr="00527ECC" w:rsidRDefault="00527ECC" w:rsidP="00527EC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rodzinny i opiekuńczy. Komentarz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Pietrzykowski</w:t>
            </w:r>
            <w:r w:rsidRP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</w:tc>
      </w:tr>
    </w:tbl>
    <w:p w14:paraId="03A6E2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465C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6EB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ABC6C" w14:textId="77777777" w:rsidR="0097114E" w:rsidRDefault="0097114E" w:rsidP="00C16ABF">
      <w:pPr>
        <w:spacing w:after="0" w:line="240" w:lineRule="auto"/>
      </w:pPr>
      <w:r>
        <w:separator/>
      </w:r>
    </w:p>
  </w:endnote>
  <w:endnote w:type="continuationSeparator" w:id="0">
    <w:p w14:paraId="799BCBE3" w14:textId="77777777" w:rsidR="0097114E" w:rsidRDefault="009711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7529A" w14:textId="77777777" w:rsidR="0097114E" w:rsidRDefault="0097114E" w:rsidP="00C16ABF">
      <w:pPr>
        <w:spacing w:after="0" w:line="240" w:lineRule="auto"/>
      </w:pPr>
      <w:r>
        <w:separator/>
      </w:r>
    </w:p>
  </w:footnote>
  <w:footnote w:type="continuationSeparator" w:id="0">
    <w:p w14:paraId="25E691EB" w14:textId="77777777" w:rsidR="0097114E" w:rsidRDefault="0097114E" w:rsidP="00C16ABF">
      <w:pPr>
        <w:spacing w:after="0" w:line="240" w:lineRule="auto"/>
      </w:pPr>
      <w:r>
        <w:continuationSeparator/>
      </w:r>
    </w:p>
  </w:footnote>
  <w:footnote w:id="1">
    <w:p w14:paraId="2B79F9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58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4B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40980"/>
    <w:rsid w:val="00543ACC"/>
    <w:rsid w:val="00543DF2"/>
    <w:rsid w:val="0056696D"/>
    <w:rsid w:val="005679F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0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C9D"/>
    <w:rsid w:val="007F4155"/>
    <w:rsid w:val="0081554D"/>
    <w:rsid w:val="0081707E"/>
    <w:rsid w:val="008449B3"/>
    <w:rsid w:val="00856A8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EB"/>
    <w:rsid w:val="00967976"/>
    <w:rsid w:val="0097114E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53FA5"/>
    <w:rsid w:val="00A54817"/>
    <w:rsid w:val="00A601C8"/>
    <w:rsid w:val="00A60799"/>
    <w:rsid w:val="00A839CD"/>
    <w:rsid w:val="00A84C85"/>
    <w:rsid w:val="00A97DE1"/>
    <w:rsid w:val="00AB053C"/>
    <w:rsid w:val="00AB20F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B520A"/>
    <w:rsid w:val="00BD3869"/>
    <w:rsid w:val="00BD66E9"/>
    <w:rsid w:val="00BD6FF4"/>
    <w:rsid w:val="00BE12D0"/>
    <w:rsid w:val="00BF2C41"/>
    <w:rsid w:val="00C058B4"/>
    <w:rsid w:val="00C05F44"/>
    <w:rsid w:val="00C10360"/>
    <w:rsid w:val="00C131B5"/>
    <w:rsid w:val="00C16ABF"/>
    <w:rsid w:val="00C170AE"/>
    <w:rsid w:val="00C26CB7"/>
    <w:rsid w:val="00C3181E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8E3"/>
    <w:rsid w:val="00D552B2"/>
    <w:rsid w:val="00D608D1"/>
    <w:rsid w:val="00D74119"/>
    <w:rsid w:val="00D8075B"/>
    <w:rsid w:val="00D8678B"/>
    <w:rsid w:val="00D87967"/>
    <w:rsid w:val="00DA2114"/>
    <w:rsid w:val="00DE09C0"/>
    <w:rsid w:val="00DE4A14"/>
    <w:rsid w:val="00DF320D"/>
    <w:rsid w:val="00DF71C8"/>
    <w:rsid w:val="00E123B0"/>
    <w:rsid w:val="00E129B8"/>
    <w:rsid w:val="00E21E7D"/>
    <w:rsid w:val="00E22FBC"/>
    <w:rsid w:val="00E24BF5"/>
    <w:rsid w:val="00E25338"/>
    <w:rsid w:val="00E439BC"/>
    <w:rsid w:val="00E51E44"/>
    <w:rsid w:val="00E57EDB"/>
    <w:rsid w:val="00E63348"/>
    <w:rsid w:val="00E73581"/>
    <w:rsid w:val="00E77E88"/>
    <w:rsid w:val="00E8107D"/>
    <w:rsid w:val="00E960BB"/>
    <w:rsid w:val="00E97202"/>
    <w:rsid w:val="00EA2074"/>
    <w:rsid w:val="00EA4832"/>
    <w:rsid w:val="00EA4E9D"/>
    <w:rsid w:val="00EC4899"/>
    <w:rsid w:val="00EC5548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E5AA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C8EF3-15F4-48BD-8F90-6BEA45D9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1146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2022-01-24T09:53:00Z</dcterms:created>
  <dcterms:modified xsi:type="dcterms:W3CDTF">2022-11-29T10:55:00Z</dcterms:modified>
</cp:coreProperties>
</file>